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224" w:rsidRDefault="00F47224" w:rsidP="00FA3DEB">
      <w:pPr>
        <w:jc w:val="center"/>
        <w:rPr>
          <w:rFonts w:ascii="黑体" w:eastAsia="黑体" w:hAnsi="黑体" w:cs="宋体"/>
          <w:b/>
          <w:bCs/>
          <w:color w:val="000000"/>
          <w:kern w:val="0"/>
          <w:sz w:val="36"/>
          <w:szCs w:val="36"/>
          <w:shd w:val="clear" w:color="auto" w:fill="FFFFFF"/>
        </w:rPr>
      </w:pPr>
      <w:r>
        <w:rPr>
          <w:rFonts w:ascii="黑体" w:eastAsia="黑体" w:hAnsi="黑体" w:cs="宋体" w:hint="eastAsia"/>
          <w:b/>
          <w:bCs/>
          <w:color w:val="000000"/>
          <w:kern w:val="0"/>
          <w:sz w:val="36"/>
          <w:szCs w:val="36"/>
          <w:shd w:val="clear" w:color="auto" w:fill="FFFFFF"/>
        </w:rPr>
        <w:t>寒假留校</w:t>
      </w:r>
      <w:r w:rsidRPr="00482479">
        <w:rPr>
          <w:rFonts w:ascii="黑体" w:eastAsia="黑体" w:hAnsi="黑体" w:cs="宋体" w:hint="eastAsia"/>
          <w:b/>
          <w:bCs/>
          <w:color w:val="000000"/>
          <w:kern w:val="0"/>
          <w:sz w:val="36"/>
          <w:szCs w:val="36"/>
          <w:shd w:val="clear" w:color="auto" w:fill="FFFFFF"/>
        </w:rPr>
        <w:t>安全警示</w:t>
      </w:r>
    </w:p>
    <w:p w:rsidR="00F47224" w:rsidRPr="00482479" w:rsidRDefault="00F47224" w:rsidP="00482479">
      <w:pPr>
        <w:rPr>
          <w:rFonts w:ascii="黑体" w:eastAsia="黑体" w:hAnsi="黑体" w:cs="宋体"/>
          <w:b/>
          <w:bCs/>
          <w:color w:val="000000"/>
          <w:kern w:val="0"/>
          <w:sz w:val="36"/>
          <w:szCs w:val="36"/>
          <w:shd w:val="clear" w:color="auto" w:fill="FFFFFF"/>
        </w:rPr>
      </w:pPr>
    </w:p>
    <w:p w:rsidR="00F47224" w:rsidRPr="00FA3DEB" w:rsidRDefault="00F47224" w:rsidP="00FA3DEB">
      <w:pPr>
        <w:pStyle w:val="NormalWeb"/>
        <w:shd w:val="clear" w:color="auto" w:fill="FFFFFF"/>
        <w:spacing w:before="0" w:beforeAutospacing="0" w:after="75" w:afterAutospacing="0"/>
        <w:rPr>
          <w:color w:val="494961"/>
          <w:sz w:val="28"/>
          <w:szCs w:val="28"/>
          <w:shd w:val="clear" w:color="auto" w:fill="FFFFFF"/>
        </w:rPr>
      </w:pPr>
      <w:r w:rsidRPr="00FA3DEB">
        <w:rPr>
          <w:rFonts w:hint="eastAsia"/>
          <w:color w:val="494961"/>
          <w:sz w:val="28"/>
          <w:szCs w:val="28"/>
          <w:shd w:val="clear" w:color="auto" w:fill="FFFFFF"/>
        </w:rPr>
        <w:t>各位留校同学：</w:t>
      </w:r>
    </w:p>
    <w:p w:rsidR="00F47224" w:rsidRPr="00FA3DEB" w:rsidRDefault="00F47224" w:rsidP="00B84F9F">
      <w:pPr>
        <w:pStyle w:val="NormalWeb"/>
        <w:shd w:val="clear" w:color="auto" w:fill="FFFFFF"/>
        <w:spacing w:before="0" w:beforeAutospacing="0" w:after="75" w:afterAutospacing="0"/>
        <w:ind w:firstLineChars="200" w:firstLine="31680"/>
        <w:rPr>
          <w:color w:val="494961"/>
          <w:sz w:val="28"/>
          <w:szCs w:val="28"/>
          <w:shd w:val="clear" w:color="auto" w:fill="FFFFFF"/>
        </w:rPr>
      </w:pPr>
      <w:r w:rsidRPr="00FA3DEB">
        <w:rPr>
          <w:rFonts w:hint="eastAsia"/>
          <w:color w:val="494961"/>
          <w:sz w:val="28"/>
          <w:szCs w:val="28"/>
          <w:shd w:val="clear" w:color="auto" w:fill="FFFFFF"/>
        </w:rPr>
        <w:t>为使大家度过一个安全、祥和、充实的假期，请务必遵守以下规定：</w:t>
      </w:r>
    </w:p>
    <w:p w:rsidR="00F47224" w:rsidRPr="00FA3DEB" w:rsidRDefault="00F47224" w:rsidP="00B84F9F">
      <w:pPr>
        <w:pStyle w:val="NormalWeb"/>
        <w:shd w:val="clear" w:color="auto" w:fill="FFFFFF"/>
        <w:spacing w:before="0" w:beforeAutospacing="0" w:after="75" w:afterAutospacing="0"/>
        <w:ind w:firstLineChars="200" w:firstLine="31680"/>
        <w:rPr>
          <w:color w:val="494961"/>
          <w:sz w:val="28"/>
          <w:szCs w:val="28"/>
          <w:shd w:val="clear" w:color="auto" w:fill="FFFFFF"/>
        </w:rPr>
      </w:pPr>
      <w:r w:rsidRPr="00FA3DEB">
        <w:rPr>
          <w:rFonts w:hint="eastAsia"/>
          <w:color w:val="494961"/>
          <w:sz w:val="28"/>
          <w:szCs w:val="28"/>
          <w:shd w:val="clear" w:color="auto" w:fill="FFFFFF"/>
        </w:rPr>
        <w:t>一、假期宿舍内人员较少，为及时了解每位留校同学的动态，请每天在留校登记本上签上你的大名（不要打勾）。</w:t>
      </w:r>
    </w:p>
    <w:p w:rsidR="00F47224" w:rsidRPr="00FA3DEB" w:rsidRDefault="00F47224" w:rsidP="00B84F9F">
      <w:pPr>
        <w:pStyle w:val="NormalWeb"/>
        <w:shd w:val="clear" w:color="auto" w:fill="FFFFFF"/>
        <w:spacing w:before="0" w:beforeAutospacing="0" w:after="75" w:afterAutospacing="0"/>
        <w:ind w:firstLineChars="200" w:firstLine="31680"/>
        <w:rPr>
          <w:color w:val="494961"/>
          <w:sz w:val="28"/>
          <w:szCs w:val="28"/>
          <w:shd w:val="clear" w:color="auto" w:fill="FFFFFF"/>
        </w:rPr>
      </w:pPr>
      <w:r w:rsidRPr="00FA3DEB">
        <w:rPr>
          <w:rFonts w:hint="eastAsia"/>
          <w:color w:val="494961"/>
          <w:sz w:val="28"/>
          <w:szCs w:val="28"/>
          <w:shd w:val="clear" w:color="auto" w:fill="FFFFFF"/>
        </w:rPr>
        <w:t>二、贵重物品妥善保管，外出关好门窗，注意防盗。</w:t>
      </w:r>
    </w:p>
    <w:p w:rsidR="00F47224" w:rsidRPr="00FA3DEB" w:rsidRDefault="00F47224" w:rsidP="00B84F9F">
      <w:pPr>
        <w:pStyle w:val="NormalWeb"/>
        <w:shd w:val="clear" w:color="auto" w:fill="FFFFFF"/>
        <w:spacing w:before="0" w:beforeAutospacing="0" w:after="75" w:afterAutospacing="0"/>
        <w:ind w:firstLineChars="200" w:firstLine="31680"/>
        <w:rPr>
          <w:color w:val="494961"/>
          <w:sz w:val="28"/>
          <w:szCs w:val="28"/>
          <w:shd w:val="clear" w:color="auto" w:fill="FFFFFF"/>
        </w:rPr>
      </w:pPr>
      <w:r w:rsidRPr="00FA3DEB">
        <w:rPr>
          <w:rFonts w:hint="eastAsia"/>
          <w:color w:val="494961"/>
          <w:sz w:val="28"/>
          <w:szCs w:val="28"/>
          <w:shd w:val="clear" w:color="auto" w:fill="FFFFFF"/>
        </w:rPr>
        <w:t>三、留校期间禁止在寝室使用大功率电器等存在安全隐患的物品；如有特殊原因需加热食品或熬药，值班室可提供免费服务。</w:t>
      </w:r>
    </w:p>
    <w:p w:rsidR="00F47224" w:rsidRPr="00FA3DEB" w:rsidRDefault="00F47224" w:rsidP="00B84F9F">
      <w:pPr>
        <w:pStyle w:val="NormalWeb"/>
        <w:shd w:val="clear" w:color="auto" w:fill="FFFFFF"/>
        <w:spacing w:before="0" w:beforeAutospacing="0" w:after="75" w:afterAutospacing="0"/>
        <w:ind w:firstLineChars="200" w:firstLine="31680"/>
        <w:rPr>
          <w:color w:val="494961"/>
          <w:sz w:val="28"/>
          <w:szCs w:val="28"/>
          <w:shd w:val="clear" w:color="auto" w:fill="FFFFFF"/>
        </w:rPr>
      </w:pPr>
      <w:r w:rsidRPr="00FA3DEB">
        <w:rPr>
          <w:rFonts w:hint="eastAsia"/>
          <w:color w:val="494961"/>
          <w:sz w:val="28"/>
          <w:szCs w:val="28"/>
          <w:shd w:val="clear" w:color="auto" w:fill="FFFFFF"/>
        </w:rPr>
        <w:t>四、注意交通安全，不骑车带人，不无证驾驶，不乘坐非法运营车辆。</w:t>
      </w:r>
    </w:p>
    <w:p w:rsidR="00F47224" w:rsidRPr="00FA3DEB" w:rsidRDefault="00F47224" w:rsidP="00B84F9F">
      <w:pPr>
        <w:pStyle w:val="NormalWeb"/>
        <w:shd w:val="clear" w:color="auto" w:fill="FFFFFF"/>
        <w:spacing w:before="0" w:beforeAutospacing="0" w:after="75" w:afterAutospacing="0"/>
        <w:ind w:firstLineChars="200" w:firstLine="31680"/>
        <w:rPr>
          <w:color w:val="494961"/>
          <w:sz w:val="28"/>
          <w:szCs w:val="28"/>
          <w:shd w:val="clear" w:color="auto" w:fill="FFFFFF"/>
        </w:rPr>
      </w:pPr>
      <w:r w:rsidRPr="00FA3DEB">
        <w:rPr>
          <w:rFonts w:hint="eastAsia"/>
          <w:color w:val="494961"/>
          <w:sz w:val="28"/>
          <w:szCs w:val="28"/>
          <w:shd w:val="clear" w:color="auto" w:fill="FFFFFF"/>
        </w:rPr>
        <w:t>五、生命可贵。不到有安全隐患的地方玩耍。不私自下河游泳，防止溺水。</w:t>
      </w:r>
    </w:p>
    <w:p w:rsidR="00F47224" w:rsidRPr="00FA3DEB" w:rsidRDefault="00F47224" w:rsidP="00B84F9F">
      <w:pPr>
        <w:pStyle w:val="NormalWeb"/>
        <w:shd w:val="clear" w:color="auto" w:fill="FFFFFF"/>
        <w:spacing w:before="0" w:beforeAutospacing="0" w:after="75" w:afterAutospacing="0"/>
        <w:ind w:firstLineChars="200" w:firstLine="31680"/>
        <w:rPr>
          <w:color w:val="494961"/>
          <w:sz w:val="28"/>
          <w:szCs w:val="28"/>
          <w:shd w:val="clear" w:color="auto" w:fill="FFFFFF"/>
        </w:rPr>
      </w:pPr>
      <w:r>
        <w:rPr>
          <w:rFonts w:hint="eastAsia"/>
          <w:color w:val="494961"/>
          <w:sz w:val="28"/>
          <w:szCs w:val="28"/>
          <w:shd w:val="clear" w:color="auto" w:fill="FFFFFF"/>
        </w:rPr>
        <w:t>六</w:t>
      </w:r>
      <w:r w:rsidRPr="00FA3DEB">
        <w:rPr>
          <w:rFonts w:hint="eastAsia"/>
          <w:color w:val="494961"/>
          <w:sz w:val="28"/>
          <w:szCs w:val="28"/>
          <w:shd w:val="clear" w:color="auto" w:fill="FFFFFF"/>
        </w:rPr>
        <w:t>、注意食品安全。不吃无许可证、不卫生、来源不明的食物，防止食物中毒。</w:t>
      </w:r>
    </w:p>
    <w:p w:rsidR="00F47224" w:rsidRPr="00FA3DEB" w:rsidRDefault="00F47224" w:rsidP="00B84F9F">
      <w:pPr>
        <w:pStyle w:val="NormalWeb"/>
        <w:shd w:val="clear" w:color="auto" w:fill="FFFFFF"/>
        <w:spacing w:before="0" w:beforeAutospacing="0" w:after="75" w:afterAutospacing="0"/>
        <w:ind w:firstLineChars="200" w:firstLine="31680"/>
        <w:rPr>
          <w:color w:val="494961"/>
          <w:sz w:val="28"/>
          <w:szCs w:val="28"/>
          <w:shd w:val="clear" w:color="auto" w:fill="FFFFFF"/>
        </w:rPr>
      </w:pPr>
      <w:r>
        <w:rPr>
          <w:rFonts w:hint="eastAsia"/>
          <w:color w:val="494961"/>
          <w:sz w:val="28"/>
          <w:szCs w:val="28"/>
          <w:shd w:val="clear" w:color="auto" w:fill="FFFFFF"/>
        </w:rPr>
        <w:t>七</w:t>
      </w:r>
      <w:r w:rsidRPr="00FA3DEB">
        <w:rPr>
          <w:rFonts w:hint="eastAsia"/>
          <w:color w:val="494961"/>
          <w:sz w:val="28"/>
          <w:szCs w:val="28"/>
          <w:shd w:val="clear" w:color="auto" w:fill="FFFFFF"/>
        </w:rPr>
        <w:t>、假期未回，家人朋友一定很牵挂，多与家里联系报平安。如有事需要值班阿姨帮助，我们一定竭尽全力。</w:t>
      </w:r>
    </w:p>
    <w:p w:rsidR="00F47224" w:rsidRPr="00FA3DEB" w:rsidRDefault="00F47224" w:rsidP="00B84F9F">
      <w:pPr>
        <w:pStyle w:val="NormalWeb"/>
        <w:shd w:val="clear" w:color="auto" w:fill="FFFFFF"/>
        <w:spacing w:before="0" w:beforeAutospacing="0" w:after="75" w:afterAutospacing="0"/>
        <w:ind w:firstLineChars="200" w:firstLine="31680"/>
        <w:rPr>
          <w:color w:val="494961"/>
          <w:sz w:val="28"/>
          <w:szCs w:val="28"/>
          <w:shd w:val="clear" w:color="auto" w:fill="FFFFFF"/>
        </w:rPr>
      </w:pPr>
      <w:r>
        <w:rPr>
          <w:rFonts w:hint="eastAsia"/>
          <w:color w:val="494961"/>
          <w:sz w:val="28"/>
          <w:szCs w:val="28"/>
          <w:shd w:val="clear" w:color="auto" w:fill="FFFFFF"/>
        </w:rPr>
        <w:t>八</w:t>
      </w:r>
      <w:r w:rsidRPr="00FA3DEB">
        <w:rPr>
          <w:rFonts w:hint="eastAsia"/>
          <w:color w:val="494961"/>
          <w:sz w:val="28"/>
          <w:szCs w:val="28"/>
          <w:shd w:val="clear" w:color="auto" w:fill="FFFFFF"/>
        </w:rPr>
        <w:t>、除</w:t>
      </w:r>
      <w:r>
        <w:rPr>
          <w:rFonts w:hint="eastAsia"/>
          <w:color w:val="494961"/>
          <w:sz w:val="28"/>
          <w:szCs w:val="28"/>
          <w:shd w:val="clear" w:color="auto" w:fill="FFFFFF"/>
        </w:rPr>
        <w:t>已</w:t>
      </w:r>
      <w:r w:rsidRPr="00FA3DEB">
        <w:rPr>
          <w:rFonts w:hint="eastAsia"/>
          <w:color w:val="494961"/>
          <w:sz w:val="28"/>
          <w:szCs w:val="28"/>
          <w:shd w:val="clear" w:color="auto" w:fill="FFFFFF"/>
        </w:rPr>
        <w:t>登记留宿的同学外，其他人员假期中一律不安排住宿。</w:t>
      </w:r>
    </w:p>
    <w:p w:rsidR="00F47224" w:rsidRPr="00FA3DEB" w:rsidRDefault="00F47224" w:rsidP="00B84F9F">
      <w:pPr>
        <w:pStyle w:val="NormalWeb"/>
        <w:shd w:val="clear" w:color="auto" w:fill="FFFFFF"/>
        <w:spacing w:before="0" w:beforeAutospacing="0" w:after="75" w:afterAutospacing="0"/>
        <w:ind w:firstLineChars="200" w:firstLine="31680"/>
        <w:rPr>
          <w:color w:val="494961"/>
          <w:sz w:val="28"/>
          <w:szCs w:val="28"/>
          <w:shd w:val="clear" w:color="auto" w:fill="FFFFFF"/>
        </w:rPr>
      </w:pPr>
      <w:r>
        <w:rPr>
          <w:rFonts w:hint="eastAsia"/>
          <w:color w:val="494961"/>
          <w:sz w:val="28"/>
          <w:szCs w:val="28"/>
          <w:shd w:val="clear" w:color="auto" w:fill="FFFFFF"/>
        </w:rPr>
        <w:t>九</w:t>
      </w:r>
      <w:r w:rsidRPr="00FA3DEB">
        <w:rPr>
          <w:rFonts w:hint="eastAsia"/>
          <w:color w:val="494961"/>
          <w:sz w:val="28"/>
          <w:szCs w:val="28"/>
          <w:shd w:val="clear" w:color="auto" w:fill="FFFFFF"/>
        </w:rPr>
        <w:t>、连续两天无故不签到或违反留宿规定，我们将按学生公寓管理规定进行追责，并请离宿舍不得继续留宿。</w:t>
      </w:r>
    </w:p>
    <w:p w:rsidR="00F47224" w:rsidRDefault="00F47224" w:rsidP="00FA3DEB">
      <w:pPr>
        <w:pStyle w:val="NormalWeb"/>
        <w:shd w:val="clear" w:color="auto" w:fill="FFFFFF"/>
        <w:spacing w:before="0" w:beforeAutospacing="0" w:after="75" w:afterAutospacing="0"/>
        <w:rPr>
          <w:color w:val="494961"/>
          <w:sz w:val="28"/>
          <w:szCs w:val="28"/>
          <w:shd w:val="clear" w:color="auto" w:fill="FFFFFF"/>
        </w:rPr>
      </w:pPr>
    </w:p>
    <w:p w:rsidR="00F47224" w:rsidRPr="00FA3DEB" w:rsidRDefault="00F47224" w:rsidP="00FA3DEB">
      <w:pPr>
        <w:pStyle w:val="NormalWeb"/>
        <w:shd w:val="clear" w:color="auto" w:fill="FFFFFF"/>
        <w:spacing w:before="0" w:beforeAutospacing="0" w:after="75" w:afterAutospacing="0"/>
        <w:rPr>
          <w:color w:val="494961"/>
          <w:sz w:val="28"/>
          <w:szCs w:val="28"/>
          <w:shd w:val="clear" w:color="auto" w:fill="FFFFFF"/>
        </w:rPr>
      </w:pPr>
    </w:p>
    <w:p w:rsidR="00F47224" w:rsidRPr="00FA3DEB" w:rsidRDefault="00F47224" w:rsidP="00FA3DEB">
      <w:pPr>
        <w:pStyle w:val="NormalWeb"/>
        <w:shd w:val="clear" w:color="auto" w:fill="FFFFFF"/>
        <w:spacing w:before="0" w:beforeAutospacing="0" w:after="75" w:afterAutospacing="0"/>
        <w:ind w:right="880"/>
        <w:jc w:val="right"/>
        <w:rPr>
          <w:color w:val="494961"/>
          <w:sz w:val="28"/>
          <w:szCs w:val="28"/>
          <w:shd w:val="clear" w:color="auto" w:fill="FFFFFF"/>
        </w:rPr>
      </w:pPr>
      <w:r w:rsidRPr="00FA3DEB">
        <w:rPr>
          <w:rFonts w:hint="eastAsia"/>
          <w:color w:val="494961"/>
          <w:sz w:val="28"/>
          <w:szCs w:val="28"/>
          <w:shd w:val="clear" w:color="auto" w:fill="FFFFFF"/>
        </w:rPr>
        <w:t>川北医学院学生公寓管理中心</w:t>
      </w:r>
    </w:p>
    <w:p w:rsidR="00F47224" w:rsidRPr="00FA3DEB" w:rsidRDefault="00F47224" w:rsidP="00482479">
      <w:pPr>
        <w:ind w:right="1810"/>
        <w:jc w:val="right"/>
        <w:rPr>
          <w:rFonts w:ascii="宋体"/>
          <w:sz w:val="28"/>
          <w:szCs w:val="28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8"/>
          <w:attr w:name="Month" w:val="1"/>
          <w:attr w:name="Year" w:val="2018"/>
        </w:smartTagPr>
        <w:r w:rsidRPr="00FA3DEB">
          <w:rPr>
            <w:rFonts w:ascii="宋体" w:hAnsi="宋体"/>
            <w:color w:val="494961"/>
            <w:sz w:val="28"/>
            <w:szCs w:val="28"/>
            <w:shd w:val="clear" w:color="auto" w:fill="FFFFFF"/>
          </w:rPr>
          <w:t>201</w:t>
        </w:r>
        <w:r>
          <w:rPr>
            <w:rFonts w:ascii="宋体" w:hAnsi="宋体"/>
            <w:color w:val="494961"/>
            <w:sz w:val="28"/>
            <w:szCs w:val="28"/>
            <w:shd w:val="clear" w:color="auto" w:fill="FFFFFF"/>
          </w:rPr>
          <w:t>8</w:t>
        </w:r>
        <w:r w:rsidRPr="00FA3DEB">
          <w:rPr>
            <w:rFonts w:ascii="宋体" w:hAnsi="宋体" w:hint="eastAsia"/>
            <w:color w:val="494961"/>
            <w:sz w:val="28"/>
            <w:szCs w:val="28"/>
            <w:shd w:val="clear" w:color="auto" w:fill="FFFFFF"/>
          </w:rPr>
          <w:t>年</w:t>
        </w:r>
        <w:r>
          <w:rPr>
            <w:rFonts w:ascii="宋体" w:hAnsi="宋体"/>
            <w:color w:val="494961"/>
            <w:sz w:val="28"/>
            <w:szCs w:val="28"/>
            <w:shd w:val="clear" w:color="auto" w:fill="FFFFFF"/>
          </w:rPr>
          <w:t>1</w:t>
        </w:r>
        <w:r w:rsidRPr="00FA3DEB">
          <w:rPr>
            <w:rFonts w:ascii="宋体" w:hAnsi="宋体" w:hint="eastAsia"/>
            <w:color w:val="494961"/>
            <w:sz w:val="28"/>
            <w:szCs w:val="28"/>
            <w:shd w:val="clear" w:color="auto" w:fill="FFFFFF"/>
          </w:rPr>
          <w:t>月</w:t>
        </w:r>
        <w:r>
          <w:rPr>
            <w:rFonts w:ascii="宋体" w:hAnsi="宋体"/>
            <w:color w:val="494961"/>
            <w:sz w:val="28"/>
            <w:szCs w:val="28"/>
            <w:shd w:val="clear" w:color="auto" w:fill="FFFFFF"/>
          </w:rPr>
          <w:t>8</w:t>
        </w:r>
        <w:r w:rsidRPr="00FA3DEB">
          <w:rPr>
            <w:rFonts w:ascii="宋体" w:hAnsi="宋体" w:hint="eastAsia"/>
            <w:color w:val="494961"/>
            <w:sz w:val="28"/>
            <w:szCs w:val="28"/>
            <w:shd w:val="clear" w:color="auto" w:fill="FFFFFF"/>
          </w:rPr>
          <w:t>日</w:t>
        </w:r>
      </w:smartTag>
    </w:p>
    <w:sectPr w:rsidR="00F47224" w:rsidRPr="00FA3DEB" w:rsidSect="00FA3DEB">
      <w:pgSz w:w="11906" w:h="16838"/>
      <w:pgMar w:top="567" w:right="567" w:bottom="567" w:left="56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7224" w:rsidRDefault="00F47224" w:rsidP="00585F77">
      <w:r>
        <w:separator/>
      </w:r>
    </w:p>
  </w:endnote>
  <w:endnote w:type="continuationSeparator" w:id="0">
    <w:p w:rsidR="00F47224" w:rsidRDefault="00F47224" w:rsidP="00585F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7224" w:rsidRDefault="00F47224" w:rsidP="00585F77">
      <w:r>
        <w:separator/>
      </w:r>
    </w:p>
  </w:footnote>
  <w:footnote w:type="continuationSeparator" w:id="0">
    <w:p w:rsidR="00F47224" w:rsidRDefault="00F47224" w:rsidP="00585F7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85DE3"/>
    <w:multiLevelType w:val="hybridMultilevel"/>
    <w:tmpl w:val="F1CCB178"/>
    <w:lvl w:ilvl="0" w:tplc="41B06700">
      <w:start w:val="1"/>
      <w:numFmt w:val="japaneseCounting"/>
      <w:lvlText w:val="%1、"/>
      <w:lvlJc w:val="left"/>
      <w:pPr>
        <w:ind w:left="4495" w:hanging="2895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24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37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1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5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9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3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D73BC"/>
    <w:rsid w:val="0000329B"/>
    <w:rsid w:val="00057420"/>
    <w:rsid w:val="000631B5"/>
    <w:rsid w:val="000F757D"/>
    <w:rsid w:val="00111D55"/>
    <w:rsid w:val="001426EC"/>
    <w:rsid w:val="00174D61"/>
    <w:rsid w:val="00200775"/>
    <w:rsid w:val="002453AE"/>
    <w:rsid w:val="003760FC"/>
    <w:rsid w:val="003C0EA0"/>
    <w:rsid w:val="0042244E"/>
    <w:rsid w:val="00482479"/>
    <w:rsid w:val="004B0B5B"/>
    <w:rsid w:val="004D73BC"/>
    <w:rsid w:val="005548BD"/>
    <w:rsid w:val="00585F77"/>
    <w:rsid w:val="005A6828"/>
    <w:rsid w:val="00606B8A"/>
    <w:rsid w:val="006B7A8B"/>
    <w:rsid w:val="006E0328"/>
    <w:rsid w:val="007657C0"/>
    <w:rsid w:val="007724CC"/>
    <w:rsid w:val="007B211D"/>
    <w:rsid w:val="007C6384"/>
    <w:rsid w:val="00914813"/>
    <w:rsid w:val="009A51B6"/>
    <w:rsid w:val="00A00C7C"/>
    <w:rsid w:val="00A0454B"/>
    <w:rsid w:val="00A05FD3"/>
    <w:rsid w:val="00A145A9"/>
    <w:rsid w:val="00AA58D2"/>
    <w:rsid w:val="00AE7FF6"/>
    <w:rsid w:val="00B23566"/>
    <w:rsid w:val="00B509F4"/>
    <w:rsid w:val="00B84F9F"/>
    <w:rsid w:val="00BB707C"/>
    <w:rsid w:val="00BD01D2"/>
    <w:rsid w:val="00BE6714"/>
    <w:rsid w:val="00C17E7A"/>
    <w:rsid w:val="00C47E2F"/>
    <w:rsid w:val="00CD2786"/>
    <w:rsid w:val="00CD3C67"/>
    <w:rsid w:val="00D206D6"/>
    <w:rsid w:val="00D21F45"/>
    <w:rsid w:val="00DB6643"/>
    <w:rsid w:val="00E93783"/>
    <w:rsid w:val="00F47224"/>
    <w:rsid w:val="00F71F65"/>
    <w:rsid w:val="00FA3DEB"/>
    <w:rsid w:val="00FE6D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73BC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4D73B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4D73BC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D73BC"/>
    <w:rPr>
      <w:rFonts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rsid w:val="00585F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85F77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585F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85F77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116</TotalTime>
  <Pages>1</Pages>
  <Words>64</Words>
  <Characters>371</Characters>
  <Application>Microsoft Office Outlook</Application>
  <DocSecurity>0</DocSecurity>
  <Lines>0</Lines>
  <Paragraphs>0</Paragraphs>
  <ScaleCrop>false</ScaleCrop>
  <Company>www.microsoft.com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罗裕俊</dc:creator>
  <cp:keywords/>
  <dc:description/>
  <cp:lastModifiedBy>微软中国</cp:lastModifiedBy>
  <cp:revision>26</cp:revision>
  <cp:lastPrinted>2016-07-05T06:58:00Z</cp:lastPrinted>
  <dcterms:created xsi:type="dcterms:W3CDTF">2016-01-26T08:22:00Z</dcterms:created>
  <dcterms:modified xsi:type="dcterms:W3CDTF">2018-01-08T02:43:00Z</dcterms:modified>
</cp:coreProperties>
</file>